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BB1AB5" w:rsidRDefault="00BB1AB5">
      <w:pPr>
        <w:rPr>
          <w:rFonts w:ascii="Arial" w:hAnsi="Arial" w:cs="Arial"/>
          <w:b/>
          <w:sz w:val="28"/>
        </w:rPr>
      </w:pPr>
      <w:r w:rsidRPr="00BB1AB5">
        <w:rPr>
          <w:rFonts w:ascii="Arial" w:hAnsi="Arial" w:cs="Arial"/>
          <w:b/>
          <w:sz w:val="28"/>
        </w:rPr>
        <w:t>Exercice :</w:t>
      </w:r>
    </w:p>
    <w:p w:rsidR="00BB1AB5" w:rsidRPr="00BB1AB5" w:rsidRDefault="00BB1AB5">
      <w:pPr>
        <w:rPr>
          <w:rFonts w:ascii="Arial" w:hAnsi="Arial" w:cs="Arial"/>
          <w:sz w:val="24"/>
        </w:rPr>
      </w:pPr>
      <w:r w:rsidRPr="00BB1AB5">
        <w:rPr>
          <w:rFonts w:ascii="Arial" w:hAnsi="Arial" w:cs="Arial"/>
          <w:sz w:val="24"/>
        </w:rPr>
        <w:t>Entoure les figures pour lesquelles l’axe est un axe de symétrie :</w:t>
      </w:r>
    </w:p>
    <w:p w:rsidR="00BB1AB5" w:rsidRDefault="00BB1AB5">
      <w:pPr>
        <w:rPr>
          <w:rFonts w:ascii="Arial" w:hAnsi="Arial" w:cs="Arial"/>
          <w:sz w:val="28"/>
        </w:rPr>
      </w:pPr>
      <w:r w:rsidRPr="00BB1AB5"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903605" cy="1156970"/>
            <wp:effectExtent l="0" t="0" r="0" b="508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t xml:space="preserve">     </w:t>
      </w:r>
      <w:r w:rsidRPr="00BB1AB5"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737870" cy="804545"/>
            <wp:effectExtent l="0" t="0" r="508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t xml:space="preserve">  </w:t>
      </w:r>
      <w:r w:rsidRPr="00BB1AB5"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859155" cy="1311275"/>
            <wp:effectExtent l="0" t="0" r="0" b="3175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155" cy="131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t xml:space="preserve">  </w:t>
      </w:r>
      <w:r w:rsidRPr="00BB1AB5"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1233805" cy="947420"/>
            <wp:effectExtent l="133350" t="304800" r="99695" b="290830"/>
            <wp:docPr id="1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417181">
                      <a:off x="0" y="0"/>
                      <a:ext cx="1233805" cy="94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AB5" w:rsidRPr="00BB1AB5" w:rsidRDefault="00BB1AB5">
      <w:pPr>
        <w:rPr>
          <w:rFonts w:ascii="Arial" w:hAnsi="Arial" w:cs="Arial"/>
          <w:b/>
          <w:sz w:val="28"/>
        </w:rPr>
      </w:pPr>
      <w:r w:rsidRPr="00BB1AB5">
        <w:rPr>
          <w:rFonts w:ascii="Arial" w:hAnsi="Arial" w:cs="Arial"/>
          <w:b/>
          <w:sz w:val="28"/>
        </w:rPr>
        <w:t>Exercice :</w:t>
      </w:r>
    </w:p>
    <w:p w:rsidR="00BB1AB5" w:rsidRPr="00BB1AB5" w:rsidRDefault="00BB1AB5">
      <w:pPr>
        <w:rPr>
          <w:rFonts w:ascii="Arial" w:hAnsi="Arial" w:cs="Arial"/>
          <w:sz w:val="24"/>
        </w:rPr>
      </w:pPr>
      <w:r w:rsidRPr="00BB1AB5">
        <w:rPr>
          <w:rFonts w:ascii="Arial" w:hAnsi="Arial" w:cs="Arial"/>
          <w:sz w:val="24"/>
        </w:rPr>
        <w:t>Décalque ces figures et plie-les pour trouver leur</w:t>
      </w:r>
      <w:r w:rsidR="00D81472">
        <w:rPr>
          <w:rFonts w:ascii="Arial" w:hAnsi="Arial" w:cs="Arial"/>
          <w:sz w:val="24"/>
        </w:rPr>
        <w:t>s</w:t>
      </w:r>
      <w:r w:rsidRPr="00BB1AB5">
        <w:rPr>
          <w:rFonts w:ascii="Arial" w:hAnsi="Arial" w:cs="Arial"/>
          <w:sz w:val="24"/>
        </w:rPr>
        <w:t xml:space="preserve"> axe</w:t>
      </w:r>
      <w:r w:rsidR="00D81472">
        <w:rPr>
          <w:rFonts w:ascii="Arial" w:hAnsi="Arial" w:cs="Arial"/>
          <w:sz w:val="24"/>
        </w:rPr>
        <w:t>s</w:t>
      </w:r>
      <w:r w:rsidRPr="00BB1AB5">
        <w:rPr>
          <w:rFonts w:ascii="Arial" w:hAnsi="Arial" w:cs="Arial"/>
          <w:sz w:val="24"/>
        </w:rPr>
        <w:t xml:space="preserve"> de symétrie puis trace-le sur les figures :</w:t>
      </w:r>
    </w:p>
    <w:p w:rsidR="00BB1AB5" w:rsidRDefault="009B1968">
      <w:pPr>
        <w:rPr>
          <w:rFonts w:ascii="Arial" w:hAnsi="Arial" w:cs="Arial"/>
          <w:sz w:val="28"/>
        </w:rPr>
      </w:pPr>
      <w:r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139717</wp:posOffset>
                </wp:positionH>
                <wp:positionV relativeFrom="paragraph">
                  <wp:posOffset>284737</wp:posOffset>
                </wp:positionV>
                <wp:extent cx="1800000" cy="1800000"/>
                <wp:effectExtent l="19050" t="19050" r="10160" b="10160"/>
                <wp:wrapNone/>
                <wp:docPr id="10" name="Larm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0" cy="1800000"/>
                        </a:xfrm>
                        <a:prstGeom prst="teardrop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BD663" id="Larme 10" o:spid="_x0000_s1026" style="position:absolute;margin-left:11pt;margin-top:22.4pt;width:141.75pt;height:14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00000,180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" path="m,900000c,402944,402944,,900000,r900000,l1800000,900000v,497056,-402944,900000,-900000,900000c402944,1800000,,1397056,,900000xe" fillcolor="white [3212]" strokecolor="black [3213]" strokeweight="2.25pt">
                <v:stroke joinstyle="miter"/>
                <v:path arrowok="t" o:connecttype="custom" o:connectlocs="0,900000;900000,0;1800000,0;1800000,900000;900000,1800000;0,900000" o:connectangles="0,0,0,0,0,0"/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2487827</wp:posOffset>
                </wp:positionH>
                <wp:positionV relativeFrom="paragraph">
                  <wp:posOffset>75033</wp:posOffset>
                </wp:positionV>
                <wp:extent cx="1985010" cy="2009775"/>
                <wp:effectExtent l="19050" t="19050" r="15240" b="28575"/>
                <wp:wrapNone/>
                <wp:docPr id="9" name="Étiquet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5010" cy="2009775"/>
                        </a:xfrm>
                        <a:prstGeom prst="plaque">
                          <a:avLst>
                            <a:gd name="adj" fmla="val 33060"/>
                          </a:avLst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852A1FF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Étiquette 9" o:spid="_x0000_s1026" type="#_x0000_t21" style="position:absolute;margin-left:195.9pt;margin-top:5.9pt;width:156.3pt;height:15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" adj="7141" fillcolor="white [3212]" strokecolor="black [3213]" strokeweight="2.25pt"/>
            </w:pict>
          </mc:Fallback>
        </mc:AlternateContent>
      </w:r>
    </w:p>
    <w:p w:rsidR="00BB1AB5" w:rsidRDefault="00BB1AB5">
      <w:pPr>
        <w:rPr>
          <w:rFonts w:ascii="Arial" w:hAnsi="Arial" w:cs="Arial"/>
          <w:sz w:val="28"/>
        </w:rPr>
      </w:pPr>
    </w:p>
    <w:p w:rsidR="00BB1AB5" w:rsidRDefault="00BB1AB5">
      <w:pPr>
        <w:rPr>
          <w:rFonts w:ascii="Arial" w:hAnsi="Arial" w:cs="Arial"/>
          <w:sz w:val="28"/>
        </w:rPr>
      </w:pPr>
    </w:p>
    <w:p w:rsidR="00BB1AB5" w:rsidRDefault="00BB1AB5">
      <w:pPr>
        <w:rPr>
          <w:rFonts w:ascii="Arial" w:hAnsi="Arial" w:cs="Arial"/>
          <w:sz w:val="28"/>
        </w:rPr>
      </w:pPr>
    </w:p>
    <w:p w:rsidR="00BB1AB5" w:rsidRDefault="00BB1AB5">
      <w:pPr>
        <w:rPr>
          <w:rFonts w:ascii="Arial" w:hAnsi="Arial" w:cs="Arial"/>
          <w:sz w:val="28"/>
        </w:rPr>
      </w:pPr>
    </w:p>
    <w:p w:rsidR="00BB1AB5" w:rsidRDefault="00BB1AB5">
      <w:pPr>
        <w:rPr>
          <w:rFonts w:ascii="Arial" w:hAnsi="Arial" w:cs="Arial"/>
          <w:sz w:val="28"/>
        </w:rPr>
      </w:pPr>
    </w:p>
    <w:p w:rsidR="00BB1AB5" w:rsidRDefault="00BB1AB5">
      <w:pPr>
        <w:rPr>
          <w:rFonts w:ascii="Arial" w:hAnsi="Arial" w:cs="Arial"/>
          <w:sz w:val="28"/>
        </w:rPr>
      </w:pPr>
    </w:p>
    <w:p w:rsidR="00BB1AB5" w:rsidRDefault="00BB1AB5">
      <w:pPr>
        <w:rPr>
          <w:rFonts w:ascii="Arial" w:hAnsi="Arial" w:cs="Arial"/>
          <w:sz w:val="28"/>
        </w:rPr>
      </w:pPr>
    </w:p>
    <w:p w:rsidR="00BB1AB5" w:rsidRPr="00BB1AB5" w:rsidRDefault="00BB1AB5">
      <w:pPr>
        <w:rPr>
          <w:rFonts w:ascii="Arial" w:hAnsi="Arial" w:cs="Arial"/>
          <w:b/>
          <w:sz w:val="28"/>
        </w:rPr>
      </w:pPr>
      <w:r w:rsidRPr="00BB1AB5">
        <w:rPr>
          <w:rFonts w:ascii="Arial" w:hAnsi="Arial" w:cs="Arial"/>
          <w:b/>
          <w:sz w:val="28"/>
        </w:rPr>
        <w:t>Exercice :</w:t>
      </w:r>
    </w:p>
    <w:p w:rsidR="00BB1AB5" w:rsidRDefault="00BB1AB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Trace un </w:t>
      </w:r>
      <w:r w:rsidR="0008252B">
        <w:rPr>
          <w:rFonts w:ascii="Arial" w:hAnsi="Arial" w:cs="Arial"/>
          <w:sz w:val="28"/>
        </w:rPr>
        <w:t>rectangle</w:t>
      </w:r>
      <w:r>
        <w:rPr>
          <w:rFonts w:ascii="Arial" w:hAnsi="Arial" w:cs="Arial"/>
          <w:sz w:val="28"/>
        </w:rPr>
        <w:t xml:space="preserve"> de </w:t>
      </w:r>
      <w:r w:rsidR="0008252B">
        <w:rPr>
          <w:rFonts w:ascii="Arial" w:hAnsi="Arial" w:cs="Arial"/>
          <w:sz w:val="28"/>
        </w:rPr>
        <w:t>12</w:t>
      </w:r>
      <w:r>
        <w:rPr>
          <w:rFonts w:ascii="Arial" w:hAnsi="Arial" w:cs="Arial"/>
          <w:sz w:val="28"/>
        </w:rPr>
        <w:t xml:space="preserve"> cm de </w:t>
      </w:r>
      <w:r w:rsidR="0008252B">
        <w:rPr>
          <w:rFonts w:ascii="Arial" w:hAnsi="Arial" w:cs="Arial"/>
          <w:sz w:val="28"/>
        </w:rPr>
        <w:t>longueur et de 4 cm de largeur</w:t>
      </w:r>
      <w:r>
        <w:rPr>
          <w:rFonts w:ascii="Arial" w:hAnsi="Arial" w:cs="Arial"/>
          <w:sz w:val="28"/>
        </w:rPr>
        <w:t xml:space="preserve"> dans ton cahier et cherche ses axes de symétrie.</w:t>
      </w:r>
      <w:bookmarkStart w:id="0" w:name="_GoBack"/>
      <w:bookmarkEnd w:id="0"/>
    </w:p>
    <w:p w:rsidR="009B1968" w:rsidRPr="00BB1AB5" w:rsidRDefault="009B1968" w:rsidP="009B1968">
      <w:pPr>
        <w:rPr>
          <w:rFonts w:ascii="Arial" w:hAnsi="Arial" w:cs="Arial"/>
          <w:b/>
          <w:sz w:val="28"/>
        </w:rPr>
      </w:pPr>
      <w:r w:rsidRPr="00BB1AB5">
        <w:rPr>
          <w:rFonts w:ascii="Arial" w:hAnsi="Arial" w:cs="Arial"/>
          <w:b/>
          <w:sz w:val="28"/>
        </w:rPr>
        <w:t>Exercice :</w:t>
      </w:r>
    </w:p>
    <w:p w:rsidR="009B1968" w:rsidRPr="00BB1AB5" w:rsidRDefault="009B1968" w:rsidP="009B1968">
      <w:pPr>
        <w:rPr>
          <w:rFonts w:ascii="Arial" w:hAnsi="Arial" w:cs="Arial"/>
          <w:sz w:val="24"/>
        </w:rPr>
      </w:pPr>
      <w:r w:rsidRPr="00BB1AB5">
        <w:rPr>
          <w:rFonts w:ascii="Arial" w:hAnsi="Arial" w:cs="Arial"/>
          <w:sz w:val="24"/>
        </w:rPr>
        <w:t>Entoure les figures pour lesquelles l’axe est un axe de symétrie :</w:t>
      </w:r>
    </w:p>
    <w:p w:rsidR="009B1968" w:rsidRDefault="009B1968" w:rsidP="009B1968">
      <w:pPr>
        <w:rPr>
          <w:rFonts w:ascii="Arial" w:hAnsi="Arial" w:cs="Arial"/>
          <w:sz w:val="28"/>
        </w:rPr>
      </w:pPr>
      <w:r w:rsidRPr="00BB1AB5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E6DCBFE" wp14:editId="3537B673">
            <wp:extent cx="903605" cy="1156970"/>
            <wp:effectExtent l="0" t="0" r="0" b="5080"/>
            <wp:docPr id="1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t xml:space="preserve">     </w:t>
      </w:r>
      <w:r w:rsidRPr="00BB1AB5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55F3830" wp14:editId="20FB5E2F">
            <wp:extent cx="737870" cy="804545"/>
            <wp:effectExtent l="0" t="0" r="5080" b="0"/>
            <wp:docPr id="1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t xml:space="preserve">  </w:t>
      </w:r>
      <w:r w:rsidRPr="00BB1AB5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658F542" wp14:editId="7DC5CA0D">
            <wp:extent cx="859155" cy="1311275"/>
            <wp:effectExtent l="0" t="0" r="0" b="3175"/>
            <wp:docPr id="2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155" cy="131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t xml:space="preserve">  </w:t>
      </w:r>
      <w:r w:rsidRPr="00BB1AB5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7E55633" wp14:editId="2428B793">
            <wp:extent cx="1233805" cy="947420"/>
            <wp:effectExtent l="133350" t="304800" r="99695" b="290830"/>
            <wp:docPr id="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417181">
                      <a:off x="0" y="0"/>
                      <a:ext cx="1233805" cy="94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968" w:rsidRPr="00BB1AB5" w:rsidRDefault="009B1968" w:rsidP="009B1968">
      <w:pPr>
        <w:rPr>
          <w:rFonts w:ascii="Arial" w:hAnsi="Arial" w:cs="Arial"/>
          <w:b/>
          <w:sz w:val="28"/>
        </w:rPr>
      </w:pPr>
      <w:r w:rsidRPr="00BB1AB5">
        <w:rPr>
          <w:rFonts w:ascii="Arial" w:hAnsi="Arial" w:cs="Arial"/>
          <w:b/>
          <w:sz w:val="28"/>
        </w:rPr>
        <w:t>Exercice :</w:t>
      </w:r>
    </w:p>
    <w:p w:rsidR="009B1968" w:rsidRPr="00BB1AB5" w:rsidRDefault="009B1968" w:rsidP="009B1968">
      <w:pPr>
        <w:rPr>
          <w:rFonts w:ascii="Arial" w:hAnsi="Arial" w:cs="Arial"/>
          <w:sz w:val="24"/>
        </w:rPr>
      </w:pPr>
      <w:r w:rsidRPr="00BB1AB5">
        <w:rPr>
          <w:rFonts w:ascii="Arial" w:hAnsi="Arial" w:cs="Arial"/>
          <w:sz w:val="24"/>
        </w:rPr>
        <w:t>Décalque ces figures et plie-les pour trouver leur</w:t>
      </w:r>
      <w:r w:rsidR="00D81472">
        <w:rPr>
          <w:rFonts w:ascii="Arial" w:hAnsi="Arial" w:cs="Arial"/>
          <w:sz w:val="24"/>
        </w:rPr>
        <w:t>s</w:t>
      </w:r>
      <w:r w:rsidRPr="00BB1AB5">
        <w:rPr>
          <w:rFonts w:ascii="Arial" w:hAnsi="Arial" w:cs="Arial"/>
          <w:sz w:val="24"/>
        </w:rPr>
        <w:t xml:space="preserve"> axe</w:t>
      </w:r>
      <w:r w:rsidR="00D81472">
        <w:rPr>
          <w:rFonts w:ascii="Arial" w:hAnsi="Arial" w:cs="Arial"/>
          <w:sz w:val="24"/>
        </w:rPr>
        <w:t>s</w:t>
      </w:r>
      <w:r w:rsidRPr="00BB1AB5">
        <w:rPr>
          <w:rFonts w:ascii="Arial" w:hAnsi="Arial" w:cs="Arial"/>
          <w:sz w:val="24"/>
        </w:rPr>
        <w:t xml:space="preserve"> de symétrie puis trace-le sur les figures :</w:t>
      </w:r>
    </w:p>
    <w:p w:rsidR="009B1968" w:rsidRDefault="009B1968" w:rsidP="009B1968">
      <w:pPr>
        <w:rPr>
          <w:rFonts w:ascii="Arial" w:hAnsi="Arial" w:cs="Arial"/>
          <w:sz w:val="28"/>
        </w:rPr>
      </w:pPr>
      <w:r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173C19" wp14:editId="1B695FAE">
                <wp:simplePos x="0" y="0"/>
                <wp:positionH relativeFrom="column">
                  <wp:posOffset>139717</wp:posOffset>
                </wp:positionH>
                <wp:positionV relativeFrom="paragraph">
                  <wp:posOffset>284737</wp:posOffset>
                </wp:positionV>
                <wp:extent cx="1800000" cy="1800000"/>
                <wp:effectExtent l="19050" t="19050" r="10160" b="10160"/>
                <wp:wrapNone/>
                <wp:docPr id="11" name="Larm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0" cy="1800000"/>
                        </a:xfrm>
                        <a:prstGeom prst="teardrop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3ABD1" id="Larme 11" o:spid="_x0000_s1026" style="position:absolute;margin-left:11pt;margin-top:22.4pt;width:141.75pt;height:14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00000,180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" path="m,900000c,402944,402944,,900000,r900000,l1800000,900000v,497056,-402944,900000,-900000,900000c402944,1800000,,1397056,,900000xe" fillcolor="white [3212]" strokecolor="black [3213]" strokeweight="2.25pt">
                <v:stroke joinstyle="miter"/>
                <v:path arrowok="t" o:connecttype="custom" o:connectlocs="0,900000;900000,0;1800000,0;1800000,900000;900000,1800000;0,900000" o:connectangles="0,0,0,0,0,0"/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884C76" wp14:editId="6BEA11D2">
                <wp:simplePos x="0" y="0"/>
                <wp:positionH relativeFrom="column">
                  <wp:posOffset>2487827</wp:posOffset>
                </wp:positionH>
                <wp:positionV relativeFrom="paragraph">
                  <wp:posOffset>75033</wp:posOffset>
                </wp:positionV>
                <wp:extent cx="1985010" cy="2009775"/>
                <wp:effectExtent l="19050" t="19050" r="15240" b="28575"/>
                <wp:wrapNone/>
                <wp:docPr id="12" name="Étiquet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5010" cy="2009775"/>
                        </a:xfrm>
                        <a:prstGeom prst="plaque">
                          <a:avLst>
                            <a:gd name="adj" fmla="val 33060"/>
                          </a:avLst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45C816" id="Étiquette 12" o:spid="_x0000_s1026" type="#_x0000_t21" style="position:absolute;margin-left:195.9pt;margin-top:5.9pt;width:156.3pt;height:158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" adj="7141" fillcolor="white [3212]" strokecolor="black [3213]" strokeweight="2.25pt"/>
            </w:pict>
          </mc:Fallback>
        </mc:AlternateContent>
      </w:r>
    </w:p>
    <w:p w:rsidR="009B1968" w:rsidRDefault="009B1968" w:rsidP="009B1968">
      <w:pPr>
        <w:rPr>
          <w:rFonts w:ascii="Arial" w:hAnsi="Arial" w:cs="Arial"/>
          <w:sz w:val="28"/>
        </w:rPr>
      </w:pPr>
    </w:p>
    <w:p w:rsidR="009B1968" w:rsidRDefault="009B1968" w:rsidP="009B1968">
      <w:pPr>
        <w:rPr>
          <w:rFonts w:ascii="Arial" w:hAnsi="Arial" w:cs="Arial"/>
          <w:sz w:val="28"/>
        </w:rPr>
      </w:pPr>
    </w:p>
    <w:p w:rsidR="009B1968" w:rsidRDefault="009B1968" w:rsidP="009B1968">
      <w:pPr>
        <w:rPr>
          <w:rFonts w:ascii="Arial" w:hAnsi="Arial" w:cs="Arial"/>
          <w:sz w:val="28"/>
        </w:rPr>
      </w:pPr>
    </w:p>
    <w:p w:rsidR="009B1968" w:rsidRDefault="009B1968" w:rsidP="009B1968">
      <w:pPr>
        <w:rPr>
          <w:rFonts w:ascii="Arial" w:hAnsi="Arial" w:cs="Arial"/>
          <w:sz w:val="28"/>
        </w:rPr>
      </w:pPr>
    </w:p>
    <w:p w:rsidR="009B1968" w:rsidRDefault="009B1968" w:rsidP="009B1968">
      <w:pPr>
        <w:rPr>
          <w:rFonts w:ascii="Arial" w:hAnsi="Arial" w:cs="Arial"/>
          <w:sz w:val="28"/>
        </w:rPr>
      </w:pPr>
    </w:p>
    <w:p w:rsidR="009B1968" w:rsidRDefault="009B1968" w:rsidP="009B1968">
      <w:pPr>
        <w:rPr>
          <w:rFonts w:ascii="Arial" w:hAnsi="Arial" w:cs="Arial"/>
          <w:sz w:val="28"/>
        </w:rPr>
      </w:pPr>
    </w:p>
    <w:p w:rsidR="009B1968" w:rsidRDefault="009B1968" w:rsidP="009B1968">
      <w:pPr>
        <w:rPr>
          <w:rFonts w:ascii="Arial" w:hAnsi="Arial" w:cs="Arial"/>
          <w:sz w:val="28"/>
        </w:rPr>
      </w:pPr>
    </w:p>
    <w:p w:rsidR="009B1968" w:rsidRPr="00BB1AB5" w:rsidRDefault="009B1968" w:rsidP="009B1968">
      <w:pPr>
        <w:rPr>
          <w:rFonts w:ascii="Arial" w:hAnsi="Arial" w:cs="Arial"/>
          <w:b/>
          <w:sz w:val="28"/>
        </w:rPr>
      </w:pPr>
      <w:r w:rsidRPr="00BB1AB5">
        <w:rPr>
          <w:rFonts w:ascii="Arial" w:hAnsi="Arial" w:cs="Arial"/>
          <w:b/>
          <w:sz w:val="28"/>
        </w:rPr>
        <w:t>Exercice :</w:t>
      </w:r>
    </w:p>
    <w:p w:rsidR="009B1968" w:rsidRDefault="009B196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Trace un rectangle de 12 cm de longueur et de 4 cm de largeur dans ton cahier et cherche ses axes de symétrie.</w:t>
      </w:r>
    </w:p>
    <w:sectPr w:rsidR="009B1968" w:rsidSect="00BB1AB5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AB5"/>
    <w:rsid w:val="0008252B"/>
    <w:rsid w:val="001D645B"/>
    <w:rsid w:val="005175A3"/>
    <w:rsid w:val="00537D2F"/>
    <w:rsid w:val="005F7238"/>
    <w:rsid w:val="007E024D"/>
    <w:rsid w:val="009B1968"/>
    <w:rsid w:val="00BB1AB5"/>
    <w:rsid w:val="00C34BD8"/>
    <w:rsid w:val="00D8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EF5D0"/>
  <w15:chartTrackingRefBased/>
  <w15:docId w15:val="{17F2819A-95BE-44CD-AF07-F3738A3E0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4</TotalTime>
  <Pages>1</Pages>
  <Words>103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5</cp:revision>
  <cp:lastPrinted>2018-03-03T17:54:00Z</cp:lastPrinted>
  <dcterms:created xsi:type="dcterms:W3CDTF">2018-03-03T17:54:00Z</dcterms:created>
  <dcterms:modified xsi:type="dcterms:W3CDTF">2018-08-16T11:26:00Z</dcterms:modified>
</cp:coreProperties>
</file>